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903D75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88715F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903D75" w:rsidRPr="00883461">
        <w:rPr>
          <w:rStyle w:val="a9"/>
        </w:rPr>
        <w:fldChar w:fldCharType="separate"/>
      </w:r>
      <w:r w:rsidR="0088715F" w:rsidRPr="0088715F">
        <w:rPr>
          <w:rStyle w:val="a9"/>
        </w:rPr>
        <w:t xml:space="preserve"> Общество с ограниченной ответственностью "ЛГ Электроникс </w:t>
      </w:r>
      <w:proofErr w:type="gramStart"/>
      <w:r w:rsidR="0088715F" w:rsidRPr="0088715F">
        <w:rPr>
          <w:rStyle w:val="a9"/>
        </w:rPr>
        <w:t>РУС</w:t>
      </w:r>
      <w:proofErr w:type="gramEnd"/>
      <w:r w:rsidR="0088715F" w:rsidRPr="0088715F">
        <w:rPr>
          <w:rStyle w:val="a9"/>
        </w:rPr>
        <w:t xml:space="preserve">" </w:t>
      </w:r>
      <w:r w:rsidR="00903D75"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88715F" w:rsidRPr="00AF49A3" w:rsidTr="008B4051">
        <w:trPr>
          <w:jc w:val="center"/>
        </w:trPr>
        <w:tc>
          <w:tcPr>
            <w:tcW w:w="3049" w:type="dxa"/>
            <w:vAlign w:val="center"/>
          </w:tcPr>
          <w:p w:rsidR="0088715F" w:rsidRPr="0088715F" w:rsidRDefault="0088715F" w:rsidP="0088715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инженерного обеспеч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ния</w:t>
            </w:r>
          </w:p>
        </w:tc>
        <w:tc>
          <w:tcPr>
            <w:tcW w:w="3686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</w:tr>
      <w:tr w:rsidR="0088715F" w:rsidRPr="00AF49A3" w:rsidTr="008B4051">
        <w:trPr>
          <w:jc w:val="center"/>
        </w:trPr>
        <w:tc>
          <w:tcPr>
            <w:tcW w:w="3049" w:type="dxa"/>
            <w:vAlign w:val="center"/>
          </w:tcPr>
          <w:p w:rsidR="0088715F" w:rsidRPr="0088715F" w:rsidRDefault="0088715F" w:rsidP="0088715F">
            <w:pPr>
              <w:pStyle w:val="aa"/>
              <w:rPr>
                <w:i/>
              </w:rPr>
            </w:pPr>
            <w:r>
              <w:rPr>
                <w:i/>
              </w:rPr>
              <w:t>Сектор инженерного обеспеч</w:t>
            </w:r>
            <w:r>
              <w:rPr>
                <w:i/>
              </w:rPr>
              <w:t>е</w:t>
            </w:r>
            <w:r>
              <w:rPr>
                <w:i/>
              </w:rPr>
              <w:t>ния</w:t>
            </w:r>
          </w:p>
        </w:tc>
        <w:tc>
          <w:tcPr>
            <w:tcW w:w="3686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</w:tr>
      <w:tr w:rsidR="0088715F" w:rsidRPr="00AF49A3" w:rsidTr="008B4051">
        <w:trPr>
          <w:jc w:val="center"/>
        </w:trPr>
        <w:tc>
          <w:tcPr>
            <w:tcW w:w="3049" w:type="dxa"/>
            <w:vAlign w:val="center"/>
          </w:tcPr>
          <w:p w:rsidR="0088715F" w:rsidRPr="0088715F" w:rsidRDefault="0088715F" w:rsidP="0088715F">
            <w:pPr>
              <w:pStyle w:val="aa"/>
              <w:jc w:val="left"/>
            </w:pPr>
            <w:r>
              <w:t>40. Электрогазосварщик</w:t>
            </w:r>
          </w:p>
        </w:tc>
        <w:tc>
          <w:tcPr>
            <w:tcW w:w="3686" w:type="dxa"/>
            <w:vAlign w:val="center"/>
          </w:tcPr>
          <w:p w:rsidR="0088715F" w:rsidRPr="00063DF1" w:rsidRDefault="0088715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8715F" w:rsidRPr="00063DF1" w:rsidRDefault="0088715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</w:tr>
      <w:tr w:rsidR="0088715F" w:rsidRPr="00AF49A3" w:rsidTr="008B4051">
        <w:trPr>
          <w:jc w:val="center"/>
        </w:trPr>
        <w:tc>
          <w:tcPr>
            <w:tcW w:w="3049" w:type="dxa"/>
            <w:vAlign w:val="center"/>
          </w:tcPr>
          <w:p w:rsidR="0088715F" w:rsidRDefault="0088715F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8715F" w:rsidRDefault="0088715F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88715F" w:rsidRDefault="0088715F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</w:tr>
      <w:tr w:rsidR="0088715F" w:rsidRPr="00AF49A3" w:rsidTr="008B4051">
        <w:trPr>
          <w:jc w:val="center"/>
        </w:trPr>
        <w:tc>
          <w:tcPr>
            <w:tcW w:w="3049" w:type="dxa"/>
            <w:vAlign w:val="center"/>
          </w:tcPr>
          <w:p w:rsidR="0088715F" w:rsidRPr="0088715F" w:rsidRDefault="0088715F" w:rsidP="0088715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материального обесп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чения производства холодил</w:t>
            </w:r>
            <w:r>
              <w:rPr>
                <w:b/>
                <w:i/>
              </w:rPr>
              <w:t>ь</w:t>
            </w:r>
            <w:r>
              <w:rPr>
                <w:b/>
                <w:i/>
              </w:rPr>
              <w:t>ников и стиральных машин</w:t>
            </w:r>
          </w:p>
        </w:tc>
        <w:tc>
          <w:tcPr>
            <w:tcW w:w="3686" w:type="dxa"/>
            <w:vAlign w:val="center"/>
          </w:tcPr>
          <w:p w:rsidR="0088715F" w:rsidRDefault="0088715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8715F" w:rsidRDefault="0088715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</w:tr>
      <w:tr w:rsidR="0088715F" w:rsidRPr="00AF49A3" w:rsidTr="008B4051">
        <w:trPr>
          <w:jc w:val="center"/>
        </w:trPr>
        <w:tc>
          <w:tcPr>
            <w:tcW w:w="3049" w:type="dxa"/>
            <w:vAlign w:val="center"/>
          </w:tcPr>
          <w:p w:rsidR="0088715F" w:rsidRPr="0088715F" w:rsidRDefault="0088715F" w:rsidP="0088715F">
            <w:pPr>
              <w:pStyle w:val="aa"/>
              <w:rPr>
                <w:i/>
              </w:rPr>
            </w:pPr>
            <w:r>
              <w:rPr>
                <w:i/>
              </w:rPr>
              <w:t>Склад внутренней логистики для производства стиральных машин</w:t>
            </w:r>
          </w:p>
        </w:tc>
        <w:tc>
          <w:tcPr>
            <w:tcW w:w="3686" w:type="dxa"/>
            <w:vAlign w:val="center"/>
          </w:tcPr>
          <w:p w:rsidR="0088715F" w:rsidRDefault="0088715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88715F" w:rsidRDefault="0088715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</w:tr>
      <w:tr w:rsidR="0088715F" w:rsidRPr="00AF49A3" w:rsidTr="008B4051">
        <w:trPr>
          <w:jc w:val="center"/>
        </w:trPr>
        <w:tc>
          <w:tcPr>
            <w:tcW w:w="3049" w:type="dxa"/>
            <w:vAlign w:val="center"/>
          </w:tcPr>
          <w:p w:rsidR="0088715F" w:rsidRPr="0088715F" w:rsidRDefault="00060403" w:rsidP="0088715F">
            <w:pPr>
              <w:pStyle w:val="aa"/>
              <w:jc w:val="left"/>
            </w:pPr>
            <w:r>
              <w:t>56</w:t>
            </w:r>
            <w:r w:rsidR="0088715F">
              <w:t>. Транспортировщик</w:t>
            </w:r>
          </w:p>
        </w:tc>
        <w:tc>
          <w:tcPr>
            <w:tcW w:w="3686" w:type="dxa"/>
            <w:vAlign w:val="center"/>
          </w:tcPr>
          <w:p w:rsidR="0088715F" w:rsidRDefault="0088715F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88715F" w:rsidRDefault="0088715F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8715F" w:rsidRPr="00063DF1" w:rsidRDefault="0088715F" w:rsidP="00DB70BA">
            <w:pPr>
              <w:pStyle w:val="aa"/>
            </w:pPr>
          </w:p>
        </w:tc>
      </w:tr>
      <w:tr w:rsidR="00060403" w:rsidRPr="00AF49A3" w:rsidTr="008B4051">
        <w:trPr>
          <w:jc w:val="center"/>
        </w:trPr>
        <w:tc>
          <w:tcPr>
            <w:tcW w:w="3049" w:type="dxa"/>
            <w:vAlign w:val="center"/>
          </w:tcPr>
          <w:p w:rsidR="00060403" w:rsidRPr="0088715F" w:rsidRDefault="00060403" w:rsidP="00060403">
            <w:pPr>
              <w:pStyle w:val="aa"/>
              <w:jc w:val="left"/>
            </w:pPr>
            <w:r>
              <w:t>57. Транспортировщик</w:t>
            </w:r>
          </w:p>
        </w:tc>
        <w:tc>
          <w:tcPr>
            <w:tcW w:w="3686" w:type="dxa"/>
            <w:vAlign w:val="center"/>
          </w:tcPr>
          <w:p w:rsidR="00060403" w:rsidRDefault="00060403" w:rsidP="00060403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60403" w:rsidRDefault="00060403" w:rsidP="00060403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</w:tr>
      <w:tr w:rsidR="00060403" w:rsidRPr="00AF49A3" w:rsidTr="008B4051">
        <w:trPr>
          <w:jc w:val="center"/>
        </w:trPr>
        <w:tc>
          <w:tcPr>
            <w:tcW w:w="3049" w:type="dxa"/>
            <w:vAlign w:val="center"/>
          </w:tcPr>
          <w:p w:rsidR="00060403" w:rsidRPr="00060403" w:rsidRDefault="00060403" w:rsidP="00060403">
            <w:pPr>
              <w:pStyle w:val="aa"/>
              <w:jc w:val="left"/>
              <w:rPr>
                <w:i/>
              </w:rPr>
            </w:pPr>
            <w:r w:rsidRPr="00060403">
              <w:rPr>
                <w:i/>
              </w:rPr>
              <w:t>Склад внутренней логистики для производства холодильников</w:t>
            </w:r>
          </w:p>
        </w:tc>
        <w:tc>
          <w:tcPr>
            <w:tcW w:w="3686" w:type="dxa"/>
            <w:vAlign w:val="center"/>
          </w:tcPr>
          <w:p w:rsidR="00060403" w:rsidRDefault="00060403" w:rsidP="00060403">
            <w:pPr>
              <w:pStyle w:val="aa"/>
            </w:pPr>
          </w:p>
        </w:tc>
        <w:tc>
          <w:tcPr>
            <w:tcW w:w="2835" w:type="dxa"/>
            <w:vAlign w:val="center"/>
          </w:tcPr>
          <w:p w:rsidR="00060403" w:rsidRDefault="00060403" w:rsidP="00060403">
            <w:pPr>
              <w:pStyle w:val="aa"/>
            </w:pPr>
          </w:p>
        </w:tc>
        <w:tc>
          <w:tcPr>
            <w:tcW w:w="138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</w:tr>
      <w:tr w:rsidR="00060403" w:rsidRPr="00AF49A3" w:rsidTr="008B4051">
        <w:trPr>
          <w:jc w:val="center"/>
        </w:trPr>
        <w:tc>
          <w:tcPr>
            <w:tcW w:w="3049" w:type="dxa"/>
            <w:vAlign w:val="center"/>
          </w:tcPr>
          <w:p w:rsidR="00060403" w:rsidRDefault="00060403" w:rsidP="00060403">
            <w:pPr>
              <w:pStyle w:val="aa"/>
              <w:jc w:val="left"/>
            </w:pPr>
            <w:r>
              <w:t xml:space="preserve">58. </w:t>
            </w:r>
            <w:r w:rsidRPr="00060403">
              <w:t xml:space="preserve">Водитель </w:t>
            </w:r>
            <w:proofErr w:type="spellStart"/>
            <w:r w:rsidRPr="00060403">
              <w:t>электротележки</w:t>
            </w:r>
            <w:proofErr w:type="spellEnd"/>
          </w:p>
        </w:tc>
        <w:tc>
          <w:tcPr>
            <w:tcW w:w="3686" w:type="dxa"/>
            <w:vAlign w:val="center"/>
          </w:tcPr>
          <w:p w:rsidR="00060403" w:rsidRPr="00063DF1" w:rsidRDefault="00060403" w:rsidP="00060403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60403" w:rsidRPr="00063DF1" w:rsidRDefault="00060403" w:rsidP="00060403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</w:tr>
      <w:tr w:rsidR="00060403" w:rsidRPr="00AF49A3" w:rsidTr="008B4051">
        <w:trPr>
          <w:jc w:val="center"/>
        </w:trPr>
        <w:tc>
          <w:tcPr>
            <w:tcW w:w="3049" w:type="dxa"/>
            <w:vAlign w:val="center"/>
          </w:tcPr>
          <w:p w:rsidR="00060403" w:rsidRDefault="00060403" w:rsidP="0006040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60403" w:rsidRDefault="00060403" w:rsidP="00060403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60403" w:rsidRDefault="00060403" w:rsidP="00060403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</w:tr>
      <w:tr w:rsidR="00060403" w:rsidRPr="00AF49A3" w:rsidTr="008B4051">
        <w:trPr>
          <w:jc w:val="center"/>
        </w:trPr>
        <w:tc>
          <w:tcPr>
            <w:tcW w:w="3049" w:type="dxa"/>
            <w:vAlign w:val="center"/>
          </w:tcPr>
          <w:p w:rsidR="00060403" w:rsidRPr="00060403" w:rsidRDefault="00060403" w:rsidP="00060403">
            <w:pPr>
              <w:pStyle w:val="aa"/>
              <w:jc w:val="left"/>
              <w:rPr>
                <w:i/>
              </w:rPr>
            </w:pPr>
            <w:r w:rsidRPr="00060403">
              <w:rPr>
                <w:i/>
              </w:rPr>
              <w:t>Группа выходного контроля к</w:t>
            </w:r>
            <w:r w:rsidRPr="00060403">
              <w:rPr>
                <w:i/>
              </w:rPr>
              <w:t>а</w:t>
            </w:r>
            <w:r w:rsidRPr="00060403">
              <w:rPr>
                <w:i/>
              </w:rPr>
              <w:t>чества телевизоров и монит</w:t>
            </w:r>
            <w:r w:rsidRPr="00060403">
              <w:rPr>
                <w:i/>
              </w:rPr>
              <w:t>о</w:t>
            </w:r>
            <w:r w:rsidRPr="00060403">
              <w:rPr>
                <w:i/>
              </w:rPr>
              <w:t>ров</w:t>
            </w:r>
          </w:p>
        </w:tc>
        <w:tc>
          <w:tcPr>
            <w:tcW w:w="3686" w:type="dxa"/>
            <w:vAlign w:val="center"/>
          </w:tcPr>
          <w:p w:rsidR="00060403" w:rsidRDefault="00060403" w:rsidP="00060403">
            <w:pPr>
              <w:pStyle w:val="aa"/>
            </w:pPr>
          </w:p>
        </w:tc>
        <w:tc>
          <w:tcPr>
            <w:tcW w:w="2835" w:type="dxa"/>
            <w:vAlign w:val="center"/>
          </w:tcPr>
          <w:p w:rsidR="00060403" w:rsidRDefault="00060403" w:rsidP="00060403">
            <w:pPr>
              <w:pStyle w:val="aa"/>
            </w:pPr>
          </w:p>
        </w:tc>
        <w:tc>
          <w:tcPr>
            <w:tcW w:w="138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</w:tr>
      <w:tr w:rsidR="00060403" w:rsidRPr="00AF49A3" w:rsidTr="008B4051">
        <w:trPr>
          <w:jc w:val="center"/>
        </w:trPr>
        <w:tc>
          <w:tcPr>
            <w:tcW w:w="3049" w:type="dxa"/>
            <w:vAlign w:val="center"/>
          </w:tcPr>
          <w:p w:rsidR="00060403" w:rsidRDefault="00A00C41" w:rsidP="00060403">
            <w:pPr>
              <w:pStyle w:val="aa"/>
              <w:jc w:val="left"/>
            </w:pPr>
            <w:r>
              <w:t xml:space="preserve">65. </w:t>
            </w:r>
            <w:r w:rsidR="00060403" w:rsidRPr="00060403">
              <w:t>Контролер деталей и приб</w:t>
            </w:r>
            <w:r w:rsidR="00060403" w:rsidRPr="00060403">
              <w:t>о</w:t>
            </w:r>
            <w:r w:rsidR="00060403" w:rsidRPr="00060403">
              <w:t>ров</w:t>
            </w:r>
          </w:p>
        </w:tc>
        <w:tc>
          <w:tcPr>
            <w:tcW w:w="3686" w:type="dxa"/>
            <w:vAlign w:val="center"/>
          </w:tcPr>
          <w:p w:rsidR="00060403" w:rsidRDefault="00A00C41" w:rsidP="00060403">
            <w:pPr>
              <w:pStyle w:val="aa"/>
            </w:pPr>
            <w:r>
              <w:t>Установить регламентированные пер</w:t>
            </w:r>
            <w:r>
              <w:t>е</w:t>
            </w:r>
            <w:r>
              <w:t>рывы</w:t>
            </w:r>
          </w:p>
        </w:tc>
        <w:tc>
          <w:tcPr>
            <w:tcW w:w="2835" w:type="dxa"/>
            <w:vAlign w:val="center"/>
          </w:tcPr>
          <w:p w:rsidR="00060403" w:rsidRDefault="00A00C41" w:rsidP="00060403">
            <w:pPr>
              <w:pStyle w:val="aa"/>
            </w:pPr>
            <w:r>
              <w:t>Снижение времени возде</w:t>
            </w:r>
            <w:r>
              <w:t>й</w:t>
            </w:r>
            <w:r>
              <w:t>ствия вредного фактора</w:t>
            </w:r>
          </w:p>
        </w:tc>
        <w:tc>
          <w:tcPr>
            <w:tcW w:w="138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</w:tr>
      <w:tr w:rsidR="00060403" w:rsidRPr="00AF49A3" w:rsidTr="008B4051">
        <w:trPr>
          <w:jc w:val="center"/>
        </w:trPr>
        <w:tc>
          <w:tcPr>
            <w:tcW w:w="3049" w:type="dxa"/>
            <w:vAlign w:val="center"/>
          </w:tcPr>
          <w:p w:rsidR="00060403" w:rsidRPr="0088715F" w:rsidRDefault="00060403" w:rsidP="0088715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обеспечения качества холодильников и стиральных машин</w:t>
            </w:r>
          </w:p>
        </w:tc>
        <w:tc>
          <w:tcPr>
            <w:tcW w:w="3686" w:type="dxa"/>
            <w:vAlign w:val="center"/>
          </w:tcPr>
          <w:p w:rsidR="00060403" w:rsidRDefault="00060403" w:rsidP="00060403">
            <w:pPr>
              <w:pStyle w:val="aa"/>
            </w:pPr>
          </w:p>
        </w:tc>
        <w:tc>
          <w:tcPr>
            <w:tcW w:w="2835" w:type="dxa"/>
            <w:vAlign w:val="center"/>
          </w:tcPr>
          <w:p w:rsidR="00060403" w:rsidRDefault="0006040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</w:tr>
      <w:tr w:rsidR="00060403" w:rsidRPr="00AF49A3" w:rsidTr="008B4051">
        <w:trPr>
          <w:jc w:val="center"/>
        </w:trPr>
        <w:tc>
          <w:tcPr>
            <w:tcW w:w="3049" w:type="dxa"/>
            <w:vAlign w:val="center"/>
          </w:tcPr>
          <w:p w:rsidR="00060403" w:rsidRPr="0088715F" w:rsidRDefault="00060403" w:rsidP="0088715F">
            <w:pPr>
              <w:pStyle w:val="aa"/>
              <w:rPr>
                <w:i/>
              </w:rPr>
            </w:pPr>
            <w:r>
              <w:rPr>
                <w:i/>
              </w:rPr>
              <w:t>Бригада линейного контроля качества холодильников</w:t>
            </w:r>
          </w:p>
        </w:tc>
        <w:tc>
          <w:tcPr>
            <w:tcW w:w="3686" w:type="dxa"/>
            <w:vAlign w:val="center"/>
          </w:tcPr>
          <w:p w:rsidR="00060403" w:rsidRDefault="00060403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60403" w:rsidRDefault="00060403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60403" w:rsidRPr="00063DF1" w:rsidRDefault="00060403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A00C41" w:rsidRDefault="00A00C41" w:rsidP="00A00C41">
            <w:pPr>
              <w:pStyle w:val="aa"/>
              <w:jc w:val="left"/>
            </w:pPr>
            <w:r>
              <w:t>70.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1F6EE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1F6EE1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72.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lastRenderedPageBreak/>
              <w:t>73.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Снижение тяжести трудового процесса.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74.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Снижение тяжести трудового процесса.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75.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Снижение тяжести трудового процесса.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76.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77.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78.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79.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80.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Снижение тяжести трудового процесса.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81.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Снижение тяжести трудового процесса.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82.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83.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rPr>
                <w:i/>
              </w:rPr>
            </w:pPr>
            <w:r>
              <w:rPr>
                <w:i/>
              </w:rPr>
              <w:t>Бригада линейного контроля качества стиральных машин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86.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87.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88.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89.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90.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91.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92.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93. Старший контролер деталей и приборов</w:t>
            </w:r>
          </w:p>
        </w:tc>
        <w:tc>
          <w:tcPr>
            <w:tcW w:w="3686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Снижение тяжести трудового процесса.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94.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lastRenderedPageBreak/>
              <w:t>95.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96.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Организовать рациональные режимы труда  и отдыха. </w:t>
            </w:r>
          </w:p>
        </w:tc>
        <w:tc>
          <w:tcPr>
            <w:tcW w:w="2835" w:type="dxa"/>
            <w:vAlign w:val="center"/>
          </w:tcPr>
          <w:p w:rsidR="00A00C41" w:rsidRDefault="00A00C41" w:rsidP="0088715F">
            <w:pPr>
              <w:pStyle w:val="aa"/>
            </w:pPr>
            <w:r>
              <w:t xml:space="preserve">Снижение тяжести трудового процесса.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97.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98. Контролер деталей и приб</w:t>
            </w:r>
            <w:r>
              <w:t>о</w:t>
            </w:r>
            <w:r>
              <w:t>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ст</w:t>
            </w:r>
            <w:r>
              <w:rPr>
                <w:b/>
                <w:i/>
              </w:rPr>
              <w:t>и</w:t>
            </w:r>
            <w:r>
              <w:rPr>
                <w:b/>
                <w:i/>
              </w:rPr>
              <w:t>ральных машин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Производственная линия ст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ральных машин №1 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A00C41" w:rsidRDefault="00A00C41" w:rsidP="00A00C41">
            <w:pPr>
              <w:pStyle w:val="aa"/>
              <w:jc w:val="left"/>
            </w:pPr>
            <w:r>
              <w:t>116. Техник</w:t>
            </w:r>
          </w:p>
        </w:tc>
        <w:tc>
          <w:tcPr>
            <w:tcW w:w="3686" w:type="dxa"/>
            <w:vAlign w:val="center"/>
          </w:tcPr>
          <w:p w:rsidR="00A00C41" w:rsidRDefault="00A00C41" w:rsidP="001F6EE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1F6EE1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117.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Производственная линия ст</w:t>
            </w:r>
            <w:r>
              <w:rPr>
                <w:i/>
              </w:rPr>
              <w:t>и</w:t>
            </w:r>
            <w:r>
              <w:rPr>
                <w:i/>
              </w:rPr>
              <w:t xml:space="preserve">ральных машин №2 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118. Техник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изготовления корпусов линии стиральных машин 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119.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A00C41" w:rsidRDefault="00A00C41" w:rsidP="00060403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A00C41" w:rsidRDefault="00A00C41" w:rsidP="00060403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Default="00A00C41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00C41" w:rsidRDefault="00A00C41" w:rsidP="001F6EE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1F6EE1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1F6EE1">
            <w:pPr>
              <w:pStyle w:val="aa"/>
              <w:jc w:val="left"/>
            </w:pPr>
            <w:r>
              <w:t>120.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A00C41" w:rsidRDefault="00A00C41" w:rsidP="001F6EE1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A00C41" w:rsidRDefault="00A00C41" w:rsidP="001F6EE1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Default="00A00C41" w:rsidP="001F6EE1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00C41" w:rsidRDefault="00A00C41" w:rsidP="001F6EE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1F6EE1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121.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Default="00A00C41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эксплуатации техн</w:t>
            </w:r>
            <w:r>
              <w:rPr>
                <w:i/>
              </w:rPr>
              <w:t>о</w:t>
            </w:r>
            <w:r>
              <w:rPr>
                <w:i/>
              </w:rPr>
              <w:t>логического оборудования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122.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Default="00A00C41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jc w:val="left"/>
            </w:pPr>
            <w:r>
              <w:t>123.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Default="00A00C41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тел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визоров и мониторов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A00C41" w:rsidRPr="00AF49A3" w:rsidTr="008B4051">
        <w:trPr>
          <w:jc w:val="center"/>
        </w:trPr>
        <w:tc>
          <w:tcPr>
            <w:tcW w:w="3049" w:type="dxa"/>
            <w:vAlign w:val="center"/>
          </w:tcPr>
          <w:p w:rsidR="00A00C41" w:rsidRPr="0088715F" w:rsidRDefault="00A00C41" w:rsidP="0088715F">
            <w:pPr>
              <w:pStyle w:val="aa"/>
              <w:rPr>
                <w:i/>
              </w:rPr>
            </w:pPr>
            <w:r>
              <w:rPr>
                <w:i/>
              </w:rPr>
              <w:t>Линия по производству жидк</w:t>
            </w:r>
            <w:r>
              <w:rPr>
                <w:i/>
              </w:rPr>
              <w:t>о</w:t>
            </w:r>
            <w:r>
              <w:rPr>
                <w:i/>
              </w:rPr>
              <w:t>кристаллических панелей</w:t>
            </w:r>
          </w:p>
        </w:tc>
        <w:tc>
          <w:tcPr>
            <w:tcW w:w="3686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00C41" w:rsidRDefault="00A00C4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00C41" w:rsidRPr="00063DF1" w:rsidRDefault="00A00C4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Pr="001F6EE1" w:rsidRDefault="001F6EE1" w:rsidP="001F6EE1">
            <w:pPr>
              <w:pStyle w:val="aa"/>
              <w:jc w:val="left"/>
            </w:pPr>
            <w:r>
              <w:t xml:space="preserve">125. </w:t>
            </w:r>
            <w:r w:rsidRPr="001F6EE1">
              <w:t>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1F6EE1" w:rsidRDefault="001F6EE1" w:rsidP="001F6EE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6EE1" w:rsidRDefault="001F6EE1" w:rsidP="001F6EE1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Pr="001F6EE1" w:rsidRDefault="001F6EE1" w:rsidP="001F6EE1">
            <w:pPr>
              <w:pStyle w:val="aa"/>
              <w:jc w:val="left"/>
            </w:pPr>
            <w:r>
              <w:t xml:space="preserve">126. </w:t>
            </w:r>
            <w:r w:rsidRPr="001F6EE1">
              <w:t>Контролер деталей и пр</w:t>
            </w:r>
            <w:r w:rsidRPr="001F6EE1">
              <w:t>и</w:t>
            </w:r>
            <w:r w:rsidRPr="001F6EE1">
              <w:t>боров</w:t>
            </w:r>
          </w:p>
        </w:tc>
        <w:tc>
          <w:tcPr>
            <w:tcW w:w="3686" w:type="dxa"/>
            <w:vAlign w:val="center"/>
          </w:tcPr>
          <w:p w:rsidR="001F6EE1" w:rsidRDefault="001F6EE1" w:rsidP="001F6EE1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6EE1" w:rsidRDefault="001F6EE1" w:rsidP="001F6EE1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Default="001F6EE1" w:rsidP="0088715F">
            <w:pPr>
              <w:pStyle w:val="aa"/>
              <w:rPr>
                <w:i/>
              </w:rPr>
            </w:pPr>
          </w:p>
        </w:tc>
        <w:tc>
          <w:tcPr>
            <w:tcW w:w="3686" w:type="dxa"/>
            <w:vAlign w:val="center"/>
          </w:tcPr>
          <w:p w:rsidR="001F6EE1" w:rsidRDefault="001F6EE1" w:rsidP="00DB70BA">
            <w:pPr>
              <w:pStyle w:val="aa"/>
            </w:pPr>
            <w:r w:rsidRPr="001F6EE1">
              <w:t>Модернизировать систему искусстве</w:t>
            </w:r>
            <w:r w:rsidRPr="001F6EE1">
              <w:t>н</w:t>
            </w:r>
            <w:r w:rsidRPr="001F6EE1">
              <w:t>ного освещения</w:t>
            </w:r>
          </w:p>
        </w:tc>
        <w:tc>
          <w:tcPr>
            <w:tcW w:w="2835" w:type="dxa"/>
            <w:vAlign w:val="center"/>
          </w:tcPr>
          <w:p w:rsidR="001F6EE1" w:rsidRDefault="001F6EE1" w:rsidP="00DB70BA">
            <w:pPr>
              <w:pStyle w:val="aa"/>
            </w:pPr>
            <w:r>
              <w:t>Улучшение качества освещ</w:t>
            </w:r>
            <w:r>
              <w:t>е</w:t>
            </w:r>
            <w:r>
              <w:t>ния</w:t>
            </w: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Pr="0088715F" w:rsidRDefault="001F6EE1" w:rsidP="0088715F">
            <w:pPr>
              <w:pStyle w:val="aa"/>
              <w:jc w:val="left"/>
            </w:pPr>
            <w:r>
              <w:t>127.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1F6EE1" w:rsidRDefault="001F6EE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6EE1" w:rsidRDefault="001F6EE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Pr="0088715F" w:rsidRDefault="001F6EE1" w:rsidP="0088715F">
            <w:pPr>
              <w:pStyle w:val="aa"/>
              <w:jc w:val="left"/>
            </w:pPr>
            <w:r>
              <w:t>128.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1F6EE1" w:rsidRDefault="001F6EE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6EE1" w:rsidRDefault="001F6EE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Pr="0088715F" w:rsidRDefault="001F6EE1" w:rsidP="0088715F">
            <w:pPr>
              <w:pStyle w:val="aa"/>
              <w:jc w:val="left"/>
            </w:pPr>
            <w:r>
              <w:t>129.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1F6EE1" w:rsidRDefault="001F6EE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6EE1" w:rsidRDefault="001F6EE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Pr="0088715F" w:rsidRDefault="001F6EE1" w:rsidP="0088715F">
            <w:pPr>
              <w:pStyle w:val="aa"/>
              <w:jc w:val="left"/>
            </w:pPr>
            <w:r>
              <w:t>130.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1F6EE1" w:rsidRDefault="001F6EE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6EE1" w:rsidRDefault="001F6EE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Pr="0088715F" w:rsidRDefault="001F6EE1" w:rsidP="0088715F">
            <w:pPr>
              <w:pStyle w:val="aa"/>
              <w:jc w:val="left"/>
            </w:pPr>
            <w:r>
              <w:t>131.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1F6EE1" w:rsidRDefault="001F6EE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6EE1" w:rsidRDefault="001F6EE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Pr="0088715F" w:rsidRDefault="001F6EE1" w:rsidP="0088715F">
            <w:pPr>
              <w:pStyle w:val="aa"/>
              <w:jc w:val="left"/>
            </w:pPr>
            <w:r>
              <w:t>132.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1F6EE1" w:rsidRDefault="001F6EE1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1F6EE1" w:rsidRDefault="001F6EE1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1F6EE1" w:rsidRPr="00AF49A3" w:rsidTr="008B4051">
        <w:trPr>
          <w:jc w:val="center"/>
        </w:trPr>
        <w:tc>
          <w:tcPr>
            <w:tcW w:w="3049" w:type="dxa"/>
            <w:vAlign w:val="center"/>
          </w:tcPr>
          <w:p w:rsidR="001F6EE1" w:rsidRPr="0088715F" w:rsidRDefault="001F6EE1" w:rsidP="001F6EE1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L1 производства телевизоров</w:t>
            </w:r>
          </w:p>
        </w:tc>
        <w:tc>
          <w:tcPr>
            <w:tcW w:w="3686" w:type="dxa"/>
            <w:vAlign w:val="center"/>
          </w:tcPr>
          <w:p w:rsidR="001F6EE1" w:rsidRDefault="001F6EE1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1F6EE1" w:rsidRDefault="001F6EE1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1F6EE1" w:rsidRPr="00063DF1" w:rsidRDefault="001F6EE1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138.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 xml:space="preserve">139. Оператор автоматических и </w:t>
            </w:r>
            <w:r>
              <w:lastRenderedPageBreak/>
              <w:t>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lastRenderedPageBreak/>
              <w:t>140.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141.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142.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143.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144.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145.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146.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147.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148.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149.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150.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151.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152.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153.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lastRenderedPageBreak/>
              <w:t>154.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155.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156.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157.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158.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159.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160.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L2 производства телевизоров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161.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162.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163.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164.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165.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169.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170.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lastRenderedPageBreak/>
              <w:t>171. Учетчик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172.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линии L3 производства телевизоров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173.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174.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175.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176.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177.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178.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179.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180.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181.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182.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183.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184.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185.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 xml:space="preserve">186. Оператор автоматических и полуавтоматических линий </w:t>
            </w:r>
            <w:r>
              <w:lastRenderedPageBreak/>
              <w:t>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lastRenderedPageBreak/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lastRenderedPageBreak/>
              <w:t>187.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линии L5 производства телевизоров 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188. Мастер смены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189.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190.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191.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192.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193.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194.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195.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198.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линии L6 производства телевизоров 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199.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200.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201.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lastRenderedPageBreak/>
              <w:t>202.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203.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204.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205.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206.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207.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208.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209.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210.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211.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212.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213.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214. Слесарь-сборщик ради</w:t>
            </w:r>
            <w:r>
              <w:t>о</w:t>
            </w:r>
            <w:r>
              <w:t>электронной аппаратуры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215. Слесарь-ремонтник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 и аксессуаров (производство)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 xml:space="preserve">217. Оператор технологического </w:t>
            </w:r>
            <w:r>
              <w:lastRenderedPageBreak/>
              <w:t>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lastRenderedPageBreak/>
              <w:t xml:space="preserve">Организовать рациональные режимы </w:t>
            </w:r>
            <w:r>
              <w:lastRenderedPageBreak/>
              <w:t>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071602">
            <w:pPr>
              <w:pStyle w:val="aa"/>
              <w:jc w:val="left"/>
            </w:pPr>
            <w:r>
              <w:lastRenderedPageBreak/>
              <w:t>218.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071602">
            <w:pPr>
              <w:pStyle w:val="aa"/>
              <w:jc w:val="left"/>
            </w:pPr>
            <w:r>
              <w:t>219.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220.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222. Укладчик-упаковщик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223. Контролер деталей и пр</w:t>
            </w:r>
            <w:r>
              <w:t>и</w:t>
            </w:r>
            <w:r>
              <w:t>боров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производству хол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дильников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Линейный офис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 xml:space="preserve">Линейный офис 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</w:t>
            </w:r>
            <w:proofErr w:type="gramStart"/>
            <w:r>
              <w:rPr>
                <w:i/>
              </w:rPr>
              <w:t xml:space="preserve"> А</w:t>
            </w:r>
            <w:proofErr w:type="gramEnd"/>
            <w:r>
              <w:rPr>
                <w:i/>
              </w:rPr>
              <w:t xml:space="preserve"> - сборка  холодильн</w:t>
            </w:r>
            <w:r>
              <w:rPr>
                <w:i/>
              </w:rPr>
              <w:t>и</w:t>
            </w:r>
            <w:r>
              <w:rPr>
                <w:i/>
              </w:rPr>
              <w:t>ков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071602" w:rsidRDefault="00071602" w:rsidP="00071602">
            <w:pPr>
              <w:pStyle w:val="aa"/>
              <w:jc w:val="left"/>
            </w:pPr>
            <w:r>
              <w:t xml:space="preserve">231. </w:t>
            </w:r>
            <w:r w:rsidRPr="00071602">
              <w:t>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</w:t>
            </w:r>
            <w:proofErr w:type="gramStart"/>
            <w:r>
              <w:rPr>
                <w:i/>
              </w:rPr>
              <w:t xml:space="preserve"> В</w:t>
            </w:r>
            <w:proofErr w:type="gramEnd"/>
            <w:r>
              <w:rPr>
                <w:i/>
              </w:rPr>
              <w:t xml:space="preserve"> - сборка холодильн</w:t>
            </w:r>
            <w:r>
              <w:rPr>
                <w:i/>
              </w:rPr>
              <w:t>и</w:t>
            </w:r>
            <w:r>
              <w:rPr>
                <w:i/>
              </w:rPr>
              <w:t>ков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071602" w:rsidRDefault="00071602" w:rsidP="00071602">
            <w:pPr>
              <w:pStyle w:val="aa"/>
              <w:jc w:val="left"/>
            </w:pPr>
            <w:r>
              <w:t xml:space="preserve">235. </w:t>
            </w:r>
            <w:r w:rsidRPr="00071602">
              <w:t>Слесарь механосборочных работ</w:t>
            </w: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заливки пены и пре</w:t>
            </w:r>
            <w:r>
              <w:rPr>
                <w:i/>
              </w:rPr>
              <w:t>д</w:t>
            </w:r>
            <w:r>
              <w:rPr>
                <w:i/>
              </w:rPr>
              <w:t>сборка</w:t>
            </w:r>
            <w:proofErr w:type="gramStart"/>
            <w:r>
              <w:rPr>
                <w:i/>
              </w:rPr>
              <w:t xml:space="preserve"> В</w:t>
            </w:r>
            <w:proofErr w:type="gramEnd"/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239. Оператор производства формованного полиуретана и пенополиуретана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изготовления нару</w:t>
            </w:r>
            <w:r>
              <w:rPr>
                <w:i/>
              </w:rPr>
              <w:t>ж</w:t>
            </w:r>
            <w:r>
              <w:rPr>
                <w:i/>
              </w:rPr>
              <w:t>ных корпусов холодильников и предсборка</w:t>
            </w:r>
            <w:proofErr w:type="gramStart"/>
            <w:r>
              <w:rPr>
                <w:i/>
              </w:rPr>
              <w:t xml:space="preserve"> А</w:t>
            </w:r>
            <w:proofErr w:type="gramEnd"/>
            <w:r>
              <w:rPr>
                <w:i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242.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243.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изготовления внутре</w:t>
            </w:r>
            <w:r>
              <w:rPr>
                <w:i/>
              </w:rPr>
              <w:t>н</w:t>
            </w:r>
            <w:r>
              <w:rPr>
                <w:i/>
              </w:rPr>
              <w:t xml:space="preserve">ней части дверей и внутренних корпусов холодильников 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 xml:space="preserve">244. </w:t>
            </w:r>
            <w:r w:rsidRPr="00071602">
              <w:t>Мастер участка</w:t>
            </w: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071602">
            <w:pPr>
              <w:pStyle w:val="aa"/>
              <w:jc w:val="left"/>
            </w:pPr>
            <w:r>
              <w:lastRenderedPageBreak/>
              <w:t>245. Мастер смены</w:t>
            </w:r>
          </w:p>
        </w:tc>
        <w:tc>
          <w:tcPr>
            <w:tcW w:w="3686" w:type="dxa"/>
            <w:vAlign w:val="center"/>
          </w:tcPr>
          <w:p w:rsidR="00071602" w:rsidRDefault="00071602" w:rsidP="00071602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071602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246. Мастер смены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247.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248.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249.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250.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251.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252.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253.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254.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lastRenderedPageBreak/>
              <w:t>255.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256.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изготовления </w:t>
            </w:r>
            <w:proofErr w:type="spellStart"/>
            <w:r>
              <w:rPr>
                <w:i/>
              </w:rPr>
              <w:t>нару</w:t>
            </w:r>
            <w:r>
              <w:rPr>
                <w:i/>
              </w:rPr>
              <w:t>ж</w:t>
            </w:r>
            <w:r>
              <w:rPr>
                <w:i/>
              </w:rPr>
              <w:t>ней</w:t>
            </w:r>
            <w:proofErr w:type="spellEnd"/>
            <w:r>
              <w:rPr>
                <w:i/>
              </w:rPr>
              <w:t xml:space="preserve"> части дверей и задней крышки холодильника 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258. Оператор автоматических и полуавтоматических линий х</w:t>
            </w:r>
            <w:r>
              <w:t>о</w:t>
            </w:r>
            <w:r>
              <w:t>лодноштамповочного оборуд</w:t>
            </w:r>
            <w:r>
              <w:t>о</w:t>
            </w:r>
            <w:r>
              <w:t>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259. Оператор автоматических и полуавтоматических линий х</w:t>
            </w:r>
            <w:r>
              <w:t>о</w:t>
            </w:r>
            <w:r>
              <w:t>лодноштамповочного оборуд</w:t>
            </w:r>
            <w:r>
              <w:t>о</w:t>
            </w:r>
            <w:r>
              <w:t>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260. Оператор автоматических и полуавтоматических линий х</w:t>
            </w:r>
            <w:r>
              <w:t>о</w:t>
            </w:r>
            <w:r>
              <w:t>лодноштамповочного оборуд</w:t>
            </w:r>
            <w:r>
              <w:t>о</w:t>
            </w:r>
            <w:r>
              <w:t>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261. Оператор автоматических и полуавтоматических линий х</w:t>
            </w:r>
            <w:r>
              <w:t>о</w:t>
            </w:r>
            <w:r>
              <w:t>лодноштамповочного оборуд</w:t>
            </w:r>
            <w:r>
              <w:t>о</w:t>
            </w:r>
            <w:r>
              <w:t>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производства дверей для холодильников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262.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сварки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 xml:space="preserve">267. Оператор технологического </w:t>
            </w:r>
            <w:r>
              <w:lastRenderedPageBreak/>
              <w:t>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lastRenderedPageBreak/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268. Оператор технологического оборудования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270. Газосварщик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271. Газосварщик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272. Газосварщик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273. Газосварщик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274. Газосварщик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275. Газосварщик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276. Газосварщик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t>Участок упаковки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278.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279. Электросварщик ручной сварки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>укопоглощения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уровня  шума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Default="00071602" w:rsidP="0088715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jc w:val="left"/>
            </w:pPr>
            <w:r>
              <w:t>280. Оператор автоматических и полуавтоматических линий станков и установок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охраны труда, пр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мышленной безопасности и энергообеспечения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071602" w:rsidRPr="00AF49A3" w:rsidTr="008B4051">
        <w:trPr>
          <w:jc w:val="center"/>
        </w:trPr>
        <w:tc>
          <w:tcPr>
            <w:tcW w:w="3049" w:type="dxa"/>
            <w:vAlign w:val="center"/>
          </w:tcPr>
          <w:p w:rsidR="00071602" w:rsidRPr="0088715F" w:rsidRDefault="00071602" w:rsidP="0088715F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Сектор энергообеспечения</w:t>
            </w:r>
          </w:p>
        </w:tc>
        <w:tc>
          <w:tcPr>
            <w:tcW w:w="3686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071602" w:rsidRDefault="0007160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071602" w:rsidRPr="00063DF1" w:rsidRDefault="0007160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5D2B42" w:rsidRDefault="005D2B42" w:rsidP="005D2B42">
            <w:pPr>
              <w:pStyle w:val="aa"/>
              <w:jc w:val="left"/>
            </w:pPr>
            <w:r>
              <w:t xml:space="preserve">303. </w:t>
            </w:r>
            <w:r w:rsidRPr="005D2B42">
              <w:t>Слесарь-сантехник</w:t>
            </w:r>
          </w:p>
        </w:tc>
        <w:tc>
          <w:tcPr>
            <w:tcW w:w="3686" w:type="dxa"/>
            <w:vAlign w:val="center"/>
          </w:tcPr>
          <w:p w:rsidR="005D2B42" w:rsidRDefault="005D2B42" w:rsidP="00A42F18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D2B42" w:rsidRDefault="005D2B42" w:rsidP="00A42F18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5D2B42" w:rsidRDefault="005D2B42" w:rsidP="005D2B42">
            <w:pPr>
              <w:pStyle w:val="aa"/>
              <w:jc w:val="left"/>
            </w:pPr>
            <w:r>
              <w:t>304. Оператор котельной</w:t>
            </w:r>
          </w:p>
        </w:tc>
        <w:tc>
          <w:tcPr>
            <w:tcW w:w="3686" w:type="dxa"/>
            <w:vAlign w:val="center"/>
          </w:tcPr>
          <w:p w:rsidR="005D2B42" w:rsidRDefault="005D2B42" w:rsidP="00512CF9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512CF9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305. Оператор котельной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306. Оператор котельной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307. Оператор котельной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308. Оператор котельной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309. Оператор котельной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310.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311.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312.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313.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314.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315. Машинист компрессорных установок</w:t>
            </w:r>
          </w:p>
        </w:tc>
        <w:tc>
          <w:tcPr>
            <w:tcW w:w="3686" w:type="dxa"/>
            <w:vAlign w:val="center"/>
          </w:tcPr>
          <w:p w:rsidR="005D2B42" w:rsidRDefault="005D2B42" w:rsidP="0088715F">
            <w:pPr>
              <w:pStyle w:val="aa"/>
            </w:pPr>
            <w:r>
              <w:t>Применение сре</w:t>
            </w:r>
            <w:proofErr w:type="gramStart"/>
            <w:r>
              <w:t>дств зв</w:t>
            </w:r>
            <w:proofErr w:type="gramEnd"/>
            <w:r>
              <w:t xml:space="preserve">укопоглощения. </w:t>
            </w:r>
          </w:p>
        </w:tc>
        <w:tc>
          <w:tcPr>
            <w:tcW w:w="2835" w:type="dxa"/>
            <w:vAlign w:val="center"/>
          </w:tcPr>
          <w:p w:rsidR="005D2B42" w:rsidRDefault="005D2B42" w:rsidP="0088715F">
            <w:pPr>
              <w:pStyle w:val="aa"/>
            </w:pPr>
            <w:r>
              <w:t xml:space="preserve">Снижение уровня  шума.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  <w:tr w:rsidR="005D2B42" w:rsidRPr="00AF49A3" w:rsidTr="008B4051">
        <w:trPr>
          <w:jc w:val="center"/>
        </w:trPr>
        <w:tc>
          <w:tcPr>
            <w:tcW w:w="3049" w:type="dxa"/>
            <w:vAlign w:val="center"/>
          </w:tcPr>
          <w:p w:rsidR="005D2B42" w:rsidRPr="0088715F" w:rsidRDefault="005D2B42" w:rsidP="0088715F">
            <w:pPr>
              <w:pStyle w:val="aa"/>
              <w:jc w:val="left"/>
            </w:pPr>
            <w:r>
              <w:t>317. Электрогазосварщик</w:t>
            </w:r>
          </w:p>
        </w:tc>
        <w:tc>
          <w:tcPr>
            <w:tcW w:w="3686" w:type="dxa"/>
            <w:vAlign w:val="center"/>
          </w:tcPr>
          <w:p w:rsidR="005D2B42" w:rsidRDefault="005D2B42" w:rsidP="00890FFF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5D2B42" w:rsidRDefault="005D2B42" w:rsidP="00890FFF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5D2B42" w:rsidRPr="00063DF1" w:rsidRDefault="005D2B42" w:rsidP="00DB70BA">
            <w:pPr>
              <w:pStyle w:val="aa"/>
            </w:pPr>
          </w:p>
        </w:tc>
      </w:tr>
    </w:tbl>
    <w:p w:rsidR="00DB70BA" w:rsidRDefault="00DB70BA" w:rsidP="00DB70BA"/>
    <w:p w:rsidR="00DB70BA" w:rsidRPr="0088715F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3C48BB">
        <w:rPr>
          <w:rStyle w:val="a9"/>
          <w:lang w:val="en-US"/>
        </w:rPr>
        <w:t>20</w:t>
      </w:r>
      <w:r w:rsidR="003A76B4">
        <w:rPr>
          <w:rStyle w:val="a9"/>
        </w:rPr>
        <w:t>.11.2019</w:t>
      </w:r>
      <w:r w:rsidR="00FD5E7D">
        <w:rPr>
          <w:rStyle w:val="a9"/>
          <w:lang w:val="en-US"/>
        </w:rPr>
        <w:t> </w:t>
      </w:r>
    </w:p>
    <w:p w:rsidR="0065289A" w:rsidRPr="0088715F" w:rsidRDefault="0065289A" w:rsidP="009A1326">
      <w:pPr>
        <w:rPr>
          <w:sz w:val="18"/>
          <w:szCs w:val="18"/>
        </w:rPr>
      </w:pPr>
      <w:bookmarkStart w:id="1" w:name="_GoBack"/>
      <w:bookmarkEnd w:id="1"/>
    </w:p>
    <w:sectPr w:rsidR="0065289A" w:rsidRPr="0088715F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348" w:rsidRPr="0088715F" w:rsidRDefault="009C5348" w:rsidP="0088715F">
      <w:r>
        <w:separator/>
      </w:r>
    </w:p>
  </w:endnote>
  <w:endnote w:type="continuationSeparator" w:id="0">
    <w:p w:rsidR="009C5348" w:rsidRPr="0088715F" w:rsidRDefault="009C5348" w:rsidP="00887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02" w:rsidRDefault="000716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02" w:rsidRDefault="0007160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02" w:rsidRDefault="000716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348" w:rsidRPr="0088715F" w:rsidRDefault="009C5348" w:rsidP="0088715F">
      <w:r>
        <w:separator/>
      </w:r>
    </w:p>
  </w:footnote>
  <w:footnote w:type="continuationSeparator" w:id="0">
    <w:p w:rsidR="009C5348" w:rsidRPr="0088715F" w:rsidRDefault="009C5348" w:rsidP="00887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02" w:rsidRDefault="00071602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02" w:rsidRDefault="00071602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602" w:rsidRDefault="0007160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dv_info1" w:val="     "/>
    <w:docVar w:name="adv_info2" w:val="     "/>
    <w:docVar w:name="adv_info3" w:val="     "/>
    <w:docVar w:name="ceh_info" w:val=" Общество с ограниченной ответственностью &quot;ЛГ Электроникс РУС&quot; "/>
    <w:docVar w:name="doc_type" w:val="6"/>
    <w:docVar w:name="fill_date" w:val="       "/>
    <w:docVar w:name="org_guid" w:val="053CB7751F0142C8ACDA22541F64E048"/>
    <w:docVar w:name="org_id" w:val="97"/>
    <w:docVar w:name="org_name" w:val="     "/>
    <w:docVar w:name="pers_guids" w:val="42A1126A933D4FF99615D69F77201F5F@012-918-395 44~D35B0D6AA6814F65A3FCA8568C54241D@021-745-755 40"/>
    <w:docVar w:name="pers_snils" w:val="42A1126A933D4FF99615D69F77201F5F@012-918-395 44~D35B0D6AA6814F65A3FCA8568C54241D@021-745-755 40"/>
    <w:docVar w:name="pred_dolg" w:val="Руководитель службы охраны труда и промышленной безопасности"/>
    <w:docVar w:name="pred_fio" w:val="Логунов В.А."/>
    <w:docVar w:name="rbtd_adr" w:val="     "/>
    <w:docVar w:name="rbtd_name" w:val="Общество с ограниченной ответственностью &quot;ЛГ Электроникс РУС&quot;"/>
    <w:docVar w:name="sv_docs" w:val="1"/>
  </w:docVars>
  <w:rsids>
    <w:rsidRoot w:val="0088715F"/>
    <w:rsid w:val="0002033E"/>
    <w:rsid w:val="00056BFC"/>
    <w:rsid w:val="00060403"/>
    <w:rsid w:val="00071602"/>
    <w:rsid w:val="0007776A"/>
    <w:rsid w:val="00093D2E"/>
    <w:rsid w:val="000C5130"/>
    <w:rsid w:val="00196135"/>
    <w:rsid w:val="001A7AC3"/>
    <w:rsid w:val="001B06AD"/>
    <w:rsid w:val="001F6EE1"/>
    <w:rsid w:val="00237B32"/>
    <w:rsid w:val="003A1C01"/>
    <w:rsid w:val="003A2259"/>
    <w:rsid w:val="003A76B4"/>
    <w:rsid w:val="003C48BB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D2B42"/>
    <w:rsid w:val="005F64E6"/>
    <w:rsid w:val="0065289A"/>
    <w:rsid w:val="00671867"/>
    <w:rsid w:val="0067226F"/>
    <w:rsid w:val="006E662C"/>
    <w:rsid w:val="00725C51"/>
    <w:rsid w:val="00820552"/>
    <w:rsid w:val="0088715F"/>
    <w:rsid w:val="008B4051"/>
    <w:rsid w:val="008C0968"/>
    <w:rsid w:val="00903D75"/>
    <w:rsid w:val="00922677"/>
    <w:rsid w:val="009647F7"/>
    <w:rsid w:val="009A1326"/>
    <w:rsid w:val="009C5348"/>
    <w:rsid w:val="009C6E78"/>
    <w:rsid w:val="009D6532"/>
    <w:rsid w:val="00A00C41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DE0467"/>
    <w:rsid w:val="00E25119"/>
    <w:rsid w:val="00E458F1"/>
    <w:rsid w:val="00EB7BDE"/>
    <w:rsid w:val="00EC5373"/>
    <w:rsid w:val="00ED5027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88715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88715F"/>
    <w:rPr>
      <w:sz w:val="24"/>
    </w:rPr>
  </w:style>
  <w:style w:type="paragraph" w:styleId="ad">
    <w:name w:val="footer"/>
    <w:basedOn w:val="a"/>
    <w:link w:val="ae"/>
    <w:rsid w:val="0088715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88715F"/>
    <w:rPr>
      <w:sz w:val="24"/>
    </w:rPr>
  </w:style>
  <w:style w:type="paragraph" w:styleId="af">
    <w:name w:val="Balloon Text"/>
    <w:basedOn w:val="a"/>
    <w:link w:val="af0"/>
    <w:rsid w:val="003C48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3C48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61</TotalTime>
  <Pages>14</Pages>
  <Words>4281</Words>
  <Characters>24402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Мария</dc:creator>
  <cp:lastModifiedBy>natalya.davydova</cp:lastModifiedBy>
  <cp:revision>8</cp:revision>
  <cp:lastPrinted>2019-11-20T07:41:00Z</cp:lastPrinted>
  <dcterms:created xsi:type="dcterms:W3CDTF">2019-10-23T11:49:00Z</dcterms:created>
  <dcterms:modified xsi:type="dcterms:W3CDTF">2019-12-03T08:40:00Z</dcterms:modified>
</cp:coreProperties>
</file>